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67ED1F4C" w:rsidR="00F862D6" w:rsidRPr="003E6B9A" w:rsidRDefault="00B03B16" w:rsidP="0037111D">
            <w:r w:rsidRPr="00B03B16">
              <w:rPr>
                <w:rFonts w:ascii="Helvetica" w:hAnsi="Helvetica"/>
              </w:rPr>
              <w:t>4422/2024-SŽ-SSV-Ú3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333F7E31" w:rsidR="00F862D6" w:rsidRPr="003E6B9A" w:rsidRDefault="00B03B16" w:rsidP="00CC1E2B">
            <w:r>
              <w:t>1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5A071027" w:rsidR="00F862D6" w:rsidRPr="003E6B9A" w:rsidRDefault="004A0863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3F16131" w:rsidR="009A7568" w:rsidRPr="003E6B9A" w:rsidRDefault="004A0863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771F8394" w:rsidR="009A7568" w:rsidRPr="003E6B9A" w:rsidRDefault="004A0863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30DB69D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620FA">
              <w:rPr>
                <w:noProof/>
              </w:rPr>
              <w:t>22.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3CA0E74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BF685B">
        <w:rPr>
          <w:rFonts w:eastAsia="Times New Roman" w:cs="Times New Roman"/>
          <w:lang w:eastAsia="cs-CZ"/>
        </w:rPr>
        <w:t>3</w:t>
      </w:r>
    </w:p>
    <w:p w14:paraId="1C466933" w14:textId="43ED724F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4A0863" w:rsidRPr="004A0863">
        <w:rPr>
          <w:rFonts w:eastAsia="Calibri" w:cs="Times New Roman"/>
          <w:b/>
          <w:lang w:eastAsia="cs-CZ"/>
        </w:rPr>
        <w:t>Rekonstrukce zastávky Lipová Lázně zastávka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099527D6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3B2E92"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3BA6157F" w14:textId="6D936BE5" w:rsidR="00BF685B" w:rsidRDefault="00BF685B" w:rsidP="00BF685B">
      <w:r>
        <w:t xml:space="preserve">V </w:t>
      </w:r>
      <w:proofErr w:type="spellStart"/>
      <w:r>
        <w:t>dod</w:t>
      </w:r>
      <w:proofErr w:type="spellEnd"/>
      <w:r>
        <w:t xml:space="preserve">. </w:t>
      </w:r>
      <w:proofErr w:type="spellStart"/>
      <w:r>
        <w:t>inf</w:t>
      </w:r>
      <w:proofErr w:type="spellEnd"/>
      <w:r>
        <w:t>. č.1 zadavatel zveřejnil dva nové soupisy prací, zároveň však stávající soupisy dotčených objektů z celkového soupisu prací stavby nevyřadil. Může zadavatel zveřejnit jeden komplexní soupis prací pro zakázku se zapracovanými dodatečnými informacemi?</w:t>
      </w:r>
    </w:p>
    <w:p w14:paraId="687C2E86" w14:textId="0C33D604" w:rsidR="00CB7B5A" w:rsidRPr="00BF685B" w:rsidRDefault="00BF685B" w:rsidP="0055190E">
      <w:pPr>
        <w:spacing w:after="0"/>
      </w:pPr>
      <w:r>
        <w:rPr>
          <w:rFonts w:eastAsia="Calibri" w:cs="Times New Roman"/>
          <w:b/>
          <w:lang w:eastAsia="cs-CZ"/>
        </w:rPr>
        <w:t>O</w:t>
      </w:r>
      <w:r w:rsidR="00CB7B5A" w:rsidRPr="00CB7B5A">
        <w:rPr>
          <w:rFonts w:eastAsia="Calibri" w:cs="Times New Roman"/>
          <w:b/>
          <w:lang w:eastAsia="cs-CZ"/>
        </w:rPr>
        <w:t xml:space="preserve">dpověď: </w:t>
      </w:r>
    </w:p>
    <w:p w14:paraId="6DA61B7D" w14:textId="4FB1F5C9" w:rsidR="00302BAF" w:rsidRPr="00B03B16" w:rsidRDefault="0055190E" w:rsidP="00CB7B5A">
      <w:pPr>
        <w:spacing w:after="0" w:line="240" w:lineRule="auto"/>
      </w:pPr>
      <w:r w:rsidRPr="00B03B16">
        <w:t>Zadavatel uveřejní komplexní soupis prací (G1_Soupisy praci+SO98-98_Lipova_20240422.xlsx) s upravenými soupisy prací PS 22 a PS 25 z předchozího vysvětlení.</w:t>
      </w: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754295A" w14:textId="77777777" w:rsidR="00F620FA" w:rsidRDefault="00F620FA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723B201" w14:textId="48DB7CEB" w:rsidR="00483F34" w:rsidRPr="00F620FA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620FA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5D5A897A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03B16">
        <w:rPr>
          <w:rFonts w:eastAsia="Calibri" w:cs="Times New Roman"/>
          <w:b/>
          <w:bCs/>
          <w:lang w:eastAsia="cs-CZ"/>
        </w:rPr>
        <w:t xml:space="preserve">Příloha: </w:t>
      </w:r>
      <w:r w:rsidR="00B03B16" w:rsidRPr="00B03B16">
        <w:rPr>
          <w:rFonts w:eastAsia="Calibri" w:cs="Times New Roman"/>
          <w:bCs/>
          <w:lang w:eastAsia="cs-CZ"/>
        </w:rPr>
        <w:t>G1_Soupisy praci+SO98-98_Lipova_20240422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3384FCC4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F620FA">
        <w:rPr>
          <w:rFonts w:eastAsia="Calibri" w:cs="Times New Roman"/>
          <w:lang w:eastAsia="cs-CZ"/>
        </w:rPr>
        <w:t>22.4.2024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4B7F15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19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19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5EA818B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19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19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11B65AD"/>
    <w:multiLevelType w:val="hybridMultilevel"/>
    <w:tmpl w:val="74A6720C"/>
    <w:lvl w:ilvl="0" w:tplc="291EDE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068504386">
    <w:abstractNumId w:val="2"/>
  </w:num>
  <w:num w:numId="2" w16cid:durableId="27919185">
    <w:abstractNumId w:val="1"/>
  </w:num>
  <w:num w:numId="3" w16cid:durableId="859590642">
    <w:abstractNumId w:val="3"/>
  </w:num>
  <w:num w:numId="4" w16cid:durableId="843935823">
    <w:abstractNumId w:val="6"/>
  </w:num>
  <w:num w:numId="5" w16cid:durableId="1100369808">
    <w:abstractNumId w:val="0"/>
  </w:num>
  <w:num w:numId="6" w16cid:durableId="1178427229">
    <w:abstractNumId w:val="5"/>
  </w:num>
  <w:num w:numId="7" w16cid:durableId="21294700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B2E92"/>
    <w:rsid w:val="003C5BE7"/>
    <w:rsid w:val="003E6B9A"/>
    <w:rsid w:val="003E75CE"/>
    <w:rsid w:val="003F37AB"/>
    <w:rsid w:val="003F4780"/>
    <w:rsid w:val="0041380F"/>
    <w:rsid w:val="00450F07"/>
    <w:rsid w:val="00453CD3"/>
    <w:rsid w:val="00455BC7"/>
    <w:rsid w:val="00460660"/>
    <w:rsid w:val="00460CCB"/>
    <w:rsid w:val="00477370"/>
    <w:rsid w:val="00480BE1"/>
    <w:rsid w:val="00483F34"/>
    <w:rsid w:val="00486107"/>
    <w:rsid w:val="00490C88"/>
    <w:rsid w:val="00491827"/>
    <w:rsid w:val="004926B0"/>
    <w:rsid w:val="004A0863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90E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21E01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2EA8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03B16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BF685B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20FA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90F1B4-03D0-4E30-BA29-C60E8CD1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2024-04-22T07:30:00Z</dcterms:created>
  <dcterms:modified xsi:type="dcterms:W3CDTF">2024-04-22T07:33:00Z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